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D3BA9" w14:textId="1D458FD9" w:rsidR="0088533A" w:rsidRDefault="0088533A" w:rsidP="0009502C">
      <w:pPr>
        <w:jc w:val="center"/>
        <w:rPr>
          <w:rFonts w:asciiTheme="minorHAnsi" w:hAnsiTheme="minorHAnsi" w:cstheme="minorHAnsi"/>
          <w:b/>
          <w:szCs w:val="24"/>
        </w:rPr>
      </w:pPr>
      <w:r>
        <w:rPr>
          <w:rFonts w:asciiTheme="minorHAnsi" w:hAnsiTheme="minorHAnsi" w:cstheme="minorHAnsi"/>
          <w:b/>
          <w:szCs w:val="24"/>
        </w:rPr>
        <w:t>RFP-25-80</w:t>
      </w:r>
      <w:r w:rsidR="00141822">
        <w:rPr>
          <w:rFonts w:asciiTheme="minorHAnsi" w:hAnsiTheme="minorHAnsi" w:cstheme="minorHAnsi"/>
          <w:b/>
          <w:szCs w:val="24"/>
        </w:rPr>
        <w:t>894</w:t>
      </w:r>
    </w:p>
    <w:p w14:paraId="3360D5BD" w14:textId="2E568D73" w:rsidR="0009502C" w:rsidRPr="00A2550B" w:rsidRDefault="0009502C" w:rsidP="0009502C">
      <w:pPr>
        <w:jc w:val="center"/>
        <w:rPr>
          <w:rFonts w:asciiTheme="minorHAnsi" w:hAnsiTheme="minorHAnsi" w:cstheme="minorHAnsi"/>
          <w:b/>
          <w:szCs w:val="24"/>
        </w:rPr>
      </w:pPr>
      <w:r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121DDCD1"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 xml:space="preserve">should be </w:t>
      </w:r>
      <w:r w:rsidR="008F4E85" w:rsidRPr="00EF4068">
        <w:rPr>
          <w:rStyle w:val="CommentReference"/>
          <w:rFonts w:asciiTheme="minorHAnsi" w:hAnsiTheme="minorHAnsi" w:cstheme="minorHAnsi"/>
          <w:color w:val="FF0000"/>
          <w:sz w:val="24"/>
          <w:szCs w:val="24"/>
        </w:rPr>
        <w:t>submitted</w:t>
      </w:r>
      <w:r w:rsidR="00EF4068" w:rsidRPr="00EF4068">
        <w:rPr>
          <w:rStyle w:val="CommentReference"/>
          <w:rFonts w:asciiTheme="minorHAnsi" w:hAnsiTheme="minorHAnsi" w:cstheme="minorHAnsi"/>
          <w:color w:val="FF0000"/>
          <w:sz w:val="24"/>
          <w:szCs w:val="24"/>
        </w:rPr>
        <w:t xml:space="preserve"> by </w:t>
      </w:r>
      <w:proofErr w:type="gramStart"/>
      <w:r w:rsidR="00EF4068" w:rsidRPr="00EF4068">
        <w:rPr>
          <w:rStyle w:val="CommentReference"/>
          <w:rFonts w:asciiTheme="minorHAnsi" w:hAnsiTheme="minorHAnsi" w:cstheme="minorHAnsi"/>
          <w:color w:val="FF0000"/>
          <w:sz w:val="24"/>
          <w:szCs w:val="24"/>
        </w:rPr>
        <w:t>due</w:t>
      </w:r>
      <w:proofErr w:type="gramEnd"/>
      <w:r w:rsidR="00EF4068" w:rsidRPr="00EF4068">
        <w:rPr>
          <w:rStyle w:val="CommentReference"/>
          <w:rFonts w:asciiTheme="minorHAnsi" w:hAnsiTheme="minorHAnsi" w:cstheme="minorHAnsi"/>
          <w:color w:val="FF0000"/>
          <w:sz w:val="24"/>
          <w:szCs w:val="24"/>
        </w:rPr>
        <w:t xml:space="preserve"> date and time listed in section 1.24 of t</w:t>
      </w:r>
      <w:r w:rsidR="003B7A2F" w:rsidRPr="00EF4068">
        <w:rPr>
          <w:rFonts w:asciiTheme="minorHAnsi" w:hAnsiTheme="minorHAnsi" w:cstheme="minorHAnsi"/>
          <w:bCs/>
          <w:color w:val="FF0000"/>
          <w:szCs w:val="24"/>
        </w:rPr>
        <w:t>he RFP</w:t>
      </w:r>
      <w:r w:rsidR="003B7A2F" w:rsidRPr="00A2550B">
        <w:rPr>
          <w:rFonts w:asciiTheme="minorHAnsi" w:hAnsiTheme="minorHAnsi" w:cstheme="minorHAnsi"/>
          <w:bCs/>
          <w:szCs w:val="24"/>
        </w:rPr>
        <w:t>.</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1B8EFC82" w14:textId="4E8D4697" w:rsidR="00FD5220" w:rsidRDefault="00FD5220" w:rsidP="0088533A">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88533A" w:rsidRPr="00A2550B">
        <w:rPr>
          <w:rFonts w:asciiTheme="minorHAnsi" w:hAnsiTheme="minorHAnsi" w:cstheme="minorHAnsi"/>
          <w:szCs w:val="24"/>
        </w:rPr>
        <w:t xml:space="preserve"> </w:t>
      </w:r>
    </w:p>
    <w:p w14:paraId="700E3755" w14:textId="77777777" w:rsidR="0088533A" w:rsidRPr="00A2550B" w:rsidRDefault="0088533A" w:rsidP="0088533A">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xml:space="preserve">, please provide an </w:t>
      </w:r>
      <w:r w:rsidRPr="711E05B2">
        <w:rPr>
          <w:rFonts w:asciiTheme="minorHAnsi" w:hAnsiTheme="minorHAnsi" w:cstheme="minorBidi"/>
        </w:rPr>
        <w:lastRenderedPageBreak/>
        <w:t>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71405DB1" w14:textId="08926B53" w:rsidR="00F655C2" w:rsidRPr="00195DEF" w:rsidRDefault="00FD5220" w:rsidP="00195DEF">
      <w:pPr>
        <w:widowControl/>
        <w:numPr>
          <w:ilvl w:val="2"/>
          <w:numId w:val="16"/>
        </w:numPr>
        <w:tabs>
          <w:tab w:val="left" w:pos="360"/>
        </w:tabs>
        <w:jc w:val="both"/>
        <w:rPr>
          <w:rFonts w:ascii="Garamond" w:hAnsi="Garamond"/>
          <w:szCs w:val="24"/>
        </w:rPr>
      </w:pPr>
      <w:r w:rsidRPr="000770AE">
        <w:rPr>
          <w:rFonts w:asciiTheme="minorHAnsi" w:hAnsiTheme="minorHAnsi" w:cstheme="minorHAnsi"/>
          <w:b/>
          <w:szCs w:val="24"/>
        </w:rPr>
        <w:t xml:space="preserve">Payment </w:t>
      </w:r>
      <w:r w:rsidR="00195DEF">
        <w:rPr>
          <w:rFonts w:asciiTheme="minorHAnsi" w:hAnsiTheme="minorHAnsi" w:cstheme="minorHAnsi"/>
          <w:b/>
          <w:szCs w:val="24"/>
        </w:rPr>
        <w:t>–</w:t>
      </w:r>
      <w:r w:rsidRPr="000770AE">
        <w:rPr>
          <w:rFonts w:asciiTheme="minorHAnsi" w:hAnsiTheme="minorHAnsi" w:cstheme="minorHAnsi"/>
          <w:b/>
          <w:szCs w:val="24"/>
        </w:rPr>
        <w:t xml:space="preserve"> </w:t>
      </w:r>
      <w:r w:rsidR="00195DEF">
        <w:rPr>
          <w:rFonts w:asciiTheme="minorHAnsi" w:hAnsiTheme="minorHAnsi" w:cstheme="minorHAnsi"/>
          <w:b/>
          <w:szCs w:val="24"/>
        </w:rPr>
        <w:t>Removed at the request of the agency</w:t>
      </w:r>
    </w:p>
    <w:p w14:paraId="56F7D176" w14:textId="77777777" w:rsidR="00195DEF" w:rsidRDefault="00195DEF" w:rsidP="00195DEF">
      <w:pPr>
        <w:widowControl/>
        <w:tabs>
          <w:tab w:val="left" w:pos="360"/>
        </w:tabs>
        <w:ind w:left="720"/>
        <w:jc w:val="both"/>
        <w:rPr>
          <w:rFonts w:ascii="Garamond" w:hAnsi="Garamond"/>
          <w:szCs w:val="24"/>
        </w:rPr>
      </w:pPr>
    </w:p>
    <w:p w14:paraId="35334CBB" w14:textId="2DF4A00B" w:rsidR="000770AE" w:rsidRPr="00393611" w:rsidRDefault="000770AE" w:rsidP="000770AE">
      <w:pPr>
        <w:widowControl/>
        <w:numPr>
          <w:ilvl w:val="2"/>
          <w:numId w:val="16"/>
        </w:numPr>
        <w:jc w:val="both"/>
        <w:rPr>
          <w:rFonts w:asciiTheme="minorHAnsi" w:hAnsiTheme="minorHAnsi" w:cstheme="minorHAnsi"/>
          <w:bCs/>
          <w:color w:val="FF0000"/>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393611" w:rsidRPr="00393611">
        <w:rPr>
          <w:rFonts w:asciiTheme="minorHAnsi" w:hAnsiTheme="minorHAnsi" w:cstheme="minorHAnsi"/>
          <w:bCs/>
          <w:color w:val="FF0000"/>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3"/>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2"/>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81E3B"/>
    <w:rsid w:val="0009140A"/>
    <w:rsid w:val="00094D95"/>
    <w:rsid w:val="0009502C"/>
    <w:rsid w:val="000A0B24"/>
    <w:rsid w:val="000A7E85"/>
    <w:rsid w:val="000C6DD8"/>
    <w:rsid w:val="000E44D0"/>
    <w:rsid w:val="000F54C4"/>
    <w:rsid w:val="00102B92"/>
    <w:rsid w:val="0011345F"/>
    <w:rsid w:val="00133B9C"/>
    <w:rsid w:val="001370B4"/>
    <w:rsid w:val="00141822"/>
    <w:rsid w:val="00141B94"/>
    <w:rsid w:val="00141D23"/>
    <w:rsid w:val="00142CC5"/>
    <w:rsid w:val="001628D4"/>
    <w:rsid w:val="00174793"/>
    <w:rsid w:val="00182868"/>
    <w:rsid w:val="00195DEF"/>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45B60"/>
    <w:rsid w:val="003528C0"/>
    <w:rsid w:val="00370866"/>
    <w:rsid w:val="00393611"/>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4740"/>
    <w:rsid w:val="004A66C8"/>
    <w:rsid w:val="004E7F0E"/>
    <w:rsid w:val="004F3F1D"/>
    <w:rsid w:val="00537AA0"/>
    <w:rsid w:val="00542998"/>
    <w:rsid w:val="0056091C"/>
    <w:rsid w:val="005A0801"/>
    <w:rsid w:val="005A0FC8"/>
    <w:rsid w:val="005F14FB"/>
    <w:rsid w:val="005F2ED7"/>
    <w:rsid w:val="00601A6F"/>
    <w:rsid w:val="00603289"/>
    <w:rsid w:val="00610FE6"/>
    <w:rsid w:val="006122B8"/>
    <w:rsid w:val="00637546"/>
    <w:rsid w:val="006405E9"/>
    <w:rsid w:val="006676D8"/>
    <w:rsid w:val="00695226"/>
    <w:rsid w:val="007337DE"/>
    <w:rsid w:val="00741B7D"/>
    <w:rsid w:val="00757BBC"/>
    <w:rsid w:val="00786320"/>
    <w:rsid w:val="0079479C"/>
    <w:rsid w:val="007A445A"/>
    <w:rsid w:val="007B2329"/>
    <w:rsid w:val="007C043B"/>
    <w:rsid w:val="007F1B85"/>
    <w:rsid w:val="008028D2"/>
    <w:rsid w:val="008109D5"/>
    <w:rsid w:val="00821AB4"/>
    <w:rsid w:val="008316B9"/>
    <w:rsid w:val="0085066A"/>
    <w:rsid w:val="008631B6"/>
    <w:rsid w:val="00877F50"/>
    <w:rsid w:val="0088533A"/>
    <w:rsid w:val="00887F55"/>
    <w:rsid w:val="008905B8"/>
    <w:rsid w:val="008C428E"/>
    <w:rsid w:val="008E0DCF"/>
    <w:rsid w:val="008F4E85"/>
    <w:rsid w:val="009255C1"/>
    <w:rsid w:val="00932661"/>
    <w:rsid w:val="00951771"/>
    <w:rsid w:val="00965FF1"/>
    <w:rsid w:val="009853CC"/>
    <w:rsid w:val="009A56A0"/>
    <w:rsid w:val="009D550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50850"/>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4068"/>
    <w:rsid w:val="00EF6A1E"/>
    <w:rsid w:val="00F27DB8"/>
    <w:rsid w:val="00F47AB1"/>
    <w:rsid w:val="00F50679"/>
    <w:rsid w:val="00F655C2"/>
    <w:rsid w:val="00F72BF2"/>
    <w:rsid w:val="00F95B2B"/>
    <w:rsid w:val="00FA161D"/>
    <w:rsid w:val="00FB6F5E"/>
    <w:rsid w:val="00FD141D"/>
    <w:rsid w:val="00FD5220"/>
    <w:rsid w:val="00FE3285"/>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D818EE-72A8-42F1-B878-7932F5CE0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44</TotalTime>
  <Pages>5</Pages>
  <Words>1185</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4</cp:revision>
  <dcterms:created xsi:type="dcterms:W3CDTF">2024-10-28T17:15:00Z</dcterms:created>
  <dcterms:modified xsi:type="dcterms:W3CDTF">2024-10-28T18:37:00Z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