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576F3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576F3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576F3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576F3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576F3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576F3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576F3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576F3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576F35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576F35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576F3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576F3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576F3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576F3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576F3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576F3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576F3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576F3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576F35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576F35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576F35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576F35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576F35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576F35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576F35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576F3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576F3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576F3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576F3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576F3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576F3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576F3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576F3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576F3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576F3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76F35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B4B11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14D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3538</Characters>
  <Application>Microsoft Office Word</Application>
  <DocSecurity>0</DocSecurity>
  <Lines>29</Lines>
  <Paragraphs>8</Paragraphs>
  <ScaleCrop>false</ScaleCrop>
  <Company>State of Indiana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Spears, Nathaniel</cp:lastModifiedBy>
  <cp:revision>7</cp:revision>
  <dcterms:created xsi:type="dcterms:W3CDTF">2023-09-25T17:36:00Z</dcterms:created>
  <dcterms:modified xsi:type="dcterms:W3CDTF">2024-10-01T17:25:00Z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